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F2B" w:rsidRPr="00B4034E" w:rsidRDefault="00F47F2B" w:rsidP="00FE460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4034E">
        <w:rPr>
          <w:rFonts w:ascii="Times New Roman" w:hAnsi="Times New Roman"/>
          <w:b/>
          <w:sz w:val="28"/>
          <w:szCs w:val="28"/>
          <w:u w:val="single"/>
        </w:rPr>
        <w:t xml:space="preserve">K-5 ELA Lesson Plan </w:t>
      </w:r>
    </w:p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4014"/>
      </w:tblGrid>
      <w:tr w:rsidR="00F47F2B" w:rsidRPr="00017B1E" w:rsidTr="00017B1E">
        <w:tc>
          <w:tcPr>
            <w:tcW w:w="3672" w:type="dxa"/>
            <w:gridSpan w:val="2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Teacher:  Dove, Gray, Karper, Shumpert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7B1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Grade:   1st</w:t>
            </w:r>
          </w:p>
        </w:tc>
        <w:tc>
          <w:tcPr>
            <w:tcW w:w="4014" w:type="dxa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u w:val="single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Date(s)</w:t>
            </w:r>
            <w:r w:rsidRPr="00017B1E">
              <w:rPr>
                <w:rFonts w:ascii="Times New Roman" w:hAnsi="Times New Roman"/>
                <w:sz w:val="24"/>
                <w:szCs w:val="24"/>
                <w:u w:val="single"/>
              </w:rPr>
              <w:t>:  September 6– Day 4</w:t>
            </w:r>
          </w:p>
        </w:tc>
      </w:tr>
      <w:tr w:rsidR="00F47F2B" w:rsidRPr="00017B1E" w:rsidTr="00017B1E">
        <w:tc>
          <w:tcPr>
            <w:tcW w:w="5508" w:type="dxa"/>
            <w:gridSpan w:val="3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Title:  Wanted! A Few Good Friends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Corresponding Unit Task:  Designing a Survey</w:t>
            </w:r>
          </w:p>
        </w:tc>
      </w:tr>
      <w:tr w:rsidR="00F47F2B" w:rsidRPr="00017B1E" w:rsidTr="00017B1E">
        <w:trPr>
          <w:trHeight w:val="737"/>
        </w:trPr>
        <w:tc>
          <w:tcPr>
            <w:tcW w:w="11358" w:type="dxa"/>
            <w:gridSpan w:val="6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Question(s): How do illustrations help good readers locate and remember the important details in a story?</w:t>
            </w:r>
          </w:p>
        </w:tc>
      </w:tr>
      <w:tr w:rsidR="00F47F2B" w:rsidRPr="00017B1E" w:rsidTr="00017B1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F47F2B" w:rsidRPr="00017B1E" w:rsidTr="00017B1E">
        <w:trPr>
          <w:trHeight w:val="737"/>
        </w:trPr>
        <w:tc>
          <w:tcPr>
            <w:tcW w:w="5520" w:type="dxa"/>
            <w:gridSpan w:val="4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~Power Point- Friendship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 xml:space="preserve">~ Interview Script 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Pr="00017B1E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c:\Users\Mama\Documents\Alderman Elementary\4th Quarter Interim Reports\How to be a Good Friend.ppt</w:t>
              </w:r>
            </w:hyperlink>
          </w:p>
        </w:tc>
        <w:tc>
          <w:tcPr>
            <w:tcW w:w="5838" w:type="dxa"/>
            <w:gridSpan w:val="2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Feelings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Compliments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Disagree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Dependable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Respect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Trustworthy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F2B" w:rsidRPr="00017B1E" w:rsidTr="00017B1E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F47F2B" w:rsidRPr="00017B1E" w:rsidTr="00017B1E">
        <w:trPr>
          <w:trHeight w:val="688"/>
        </w:trPr>
        <w:tc>
          <w:tcPr>
            <w:tcW w:w="2538" w:type="dxa"/>
          </w:tcPr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17B1E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 Modeled</w:t>
            </w: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 Shared</w:t>
            </w:r>
          </w:p>
          <w:p w:rsidR="00F47F2B" w:rsidRPr="00017B1E" w:rsidRDefault="00F47F2B" w:rsidP="00017B1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Guided Practice</w:t>
            </w:r>
          </w:p>
          <w:p w:rsidR="00F47F2B" w:rsidRPr="00017B1E" w:rsidRDefault="00F47F2B" w:rsidP="00017B1E">
            <w:pPr>
              <w:pStyle w:val="Default"/>
              <w:numPr>
                <w:ilvl w:val="0"/>
                <w:numId w:val="2"/>
              </w:numPr>
            </w:pPr>
            <w:r w:rsidRPr="00017B1E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Standards: RL.1.1; RL.1.2; RL. 1.2; RL.1.7; RL.1.10; RI.1.1; RI.1.2; RI.1.4; RI. 1.7;  RI. 1.10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Instructional Plan:  Present power point and discuss frame by frame.  Have students give personal examples.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See also speaking and listening.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F2B" w:rsidRPr="00017B1E" w:rsidTr="00017B1E">
        <w:trPr>
          <w:trHeight w:val="1178"/>
        </w:trPr>
        <w:tc>
          <w:tcPr>
            <w:tcW w:w="2538" w:type="dxa"/>
          </w:tcPr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17B1E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Modeled</w:t>
            </w:r>
          </w:p>
          <w:p w:rsidR="00F47F2B" w:rsidRPr="00017B1E" w:rsidRDefault="00F47F2B" w:rsidP="00017B1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Shared</w:t>
            </w: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 Guided Practice</w:t>
            </w: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 Independent</w:t>
            </w:r>
          </w:p>
        </w:tc>
        <w:tc>
          <w:tcPr>
            <w:tcW w:w="8820" w:type="dxa"/>
            <w:gridSpan w:val="5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 xml:space="preserve">Instructional Plan: </w:t>
            </w: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Working in pairs, have students complete the “Interview Script.”</w:t>
            </w:r>
          </w:p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17B1E">
              <w:rPr>
                <w:rFonts w:ascii="Century Gothic" w:hAnsi="Century Gothic"/>
                <w:b/>
                <w:sz w:val="20"/>
                <w:szCs w:val="20"/>
              </w:rPr>
              <w:t>Interview Script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Partner A: _______  Partner B: _______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1. What is your name? _______________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2. How old are you? _________________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3. When is your birthday? ____________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4. What is your favorite color? ________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5. What are two character traits that you have that make you a good friend?</w:t>
            </w:r>
          </w:p>
          <w:p w:rsidR="00F47F2B" w:rsidRPr="00017B1E" w:rsidRDefault="00F47F2B" w:rsidP="00017B1E">
            <w:pPr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_____________</w:t>
            </w:r>
          </w:p>
          <w:p w:rsidR="00F47F2B" w:rsidRPr="00017B1E" w:rsidRDefault="00F47F2B" w:rsidP="00017B1E">
            <w:pPr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017B1E">
              <w:rPr>
                <w:rFonts w:ascii="Century Gothic" w:hAnsi="Century Gothic"/>
                <w:sz w:val="20"/>
                <w:szCs w:val="20"/>
              </w:rPr>
              <w:t>_____________</w:t>
            </w:r>
          </w:p>
          <w:p w:rsidR="00F47F2B" w:rsidRDefault="00F47F2B" w:rsidP="00017B1E">
            <w:pPr>
              <w:spacing w:after="0" w:line="240" w:lineRule="auto"/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See also listening and speaking.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F2B" w:rsidRPr="00017B1E" w:rsidTr="00017B1E">
        <w:trPr>
          <w:trHeight w:val="688"/>
        </w:trPr>
        <w:tc>
          <w:tcPr>
            <w:tcW w:w="2538" w:type="dxa"/>
          </w:tcPr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17B1E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Modeled</w:t>
            </w: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Shared</w:t>
            </w: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Guided Practice</w:t>
            </w:r>
          </w:p>
          <w:p w:rsidR="00F47F2B" w:rsidRPr="00017B1E" w:rsidRDefault="00F47F2B" w:rsidP="00017B1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Instructional Plan:  See writing.  Students will be using these words as they complete their interview script.  They will also be able to explain the purpose of the interview script.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F2B" w:rsidRPr="00017B1E" w:rsidTr="00017B1E">
        <w:trPr>
          <w:trHeight w:val="1448"/>
        </w:trPr>
        <w:tc>
          <w:tcPr>
            <w:tcW w:w="2538" w:type="dxa"/>
          </w:tcPr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17B1E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F47F2B" w:rsidRPr="00017B1E" w:rsidRDefault="00F47F2B" w:rsidP="00C5373F">
            <w:pPr>
              <w:pStyle w:val="Default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 xml:space="preserve">      X    Modeled</w:t>
            </w: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X    Shared</w:t>
            </w:r>
          </w:p>
          <w:p w:rsidR="00F47F2B" w:rsidRPr="00017B1E" w:rsidRDefault="00F47F2B" w:rsidP="00017B1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>Guided Practice</w:t>
            </w:r>
          </w:p>
          <w:p w:rsidR="00F47F2B" w:rsidRPr="00017B1E" w:rsidRDefault="00F47F2B" w:rsidP="00017B1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017B1E">
              <w:rPr>
                <w:rFonts w:ascii="Times New Roman" w:hAnsi="Times New Roman" w:cs="Times New Roman"/>
              </w:rPr>
              <w:t xml:space="preserve"> X   Independent</w:t>
            </w:r>
          </w:p>
        </w:tc>
        <w:tc>
          <w:tcPr>
            <w:tcW w:w="8820" w:type="dxa"/>
            <w:gridSpan w:val="5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Standards: SL.1.1; SL.1.2; SL.1.3;SL.1.5; L.11.6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Instructional Plan: Discuss the character traits a good friend has.</w:t>
            </w: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Present and discuss the “Interview Script.” Model a sample using the teacher as subject.</w:t>
            </w: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Working in pairs, have students complete the “Interview Script.”</w:t>
            </w: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F2B" w:rsidRPr="00017B1E" w:rsidTr="00017B1E">
        <w:trPr>
          <w:trHeight w:val="1448"/>
        </w:trPr>
        <w:tc>
          <w:tcPr>
            <w:tcW w:w="2538" w:type="dxa"/>
          </w:tcPr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F47F2B" w:rsidRPr="00017B1E" w:rsidRDefault="00F47F2B" w:rsidP="00017B1E">
            <w:pPr>
              <w:spacing w:after="0" w:line="240" w:lineRule="auto"/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Use You-Tube songs – I Love Lucy; Pooh Friendship Song; Miley Cyrus;  Spongebob Fun Song;  Barney Friend Song.</w:t>
            </w:r>
          </w:p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Power Point</w:t>
            </w:r>
          </w:p>
        </w:tc>
      </w:tr>
      <w:tr w:rsidR="00F47F2B" w:rsidRPr="00017B1E" w:rsidTr="00017B1E">
        <w:trPr>
          <w:trHeight w:val="1448"/>
        </w:trPr>
        <w:tc>
          <w:tcPr>
            <w:tcW w:w="2538" w:type="dxa"/>
          </w:tcPr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F47F2B" w:rsidRPr="00017B1E" w:rsidRDefault="00F47F2B" w:rsidP="00017B1E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17B1E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Sharing with each classmates and other classes.</w:t>
            </w:r>
          </w:p>
        </w:tc>
      </w:tr>
      <w:tr w:rsidR="00F47F2B" w:rsidRPr="00017B1E" w:rsidTr="00017B1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F47F2B" w:rsidRPr="00017B1E" w:rsidTr="00017B1E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F47F2B" w:rsidRPr="00017B1E" w:rsidTr="00017B1E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Students can create a flip book describing things you can do with a friend. Illustrate the book.</w:t>
            </w:r>
          </w:p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Create a flip book illustrating things you can do with a friend.</w:t>
            </w:r>
          </w:p>
        </w:tc>
        <w:tc>
          <w:tcPr>
            <w:tcW w:w="4014" w:type="dxa"/>
            <w:shd w:val="clear" w:color="auto" w:fill="FFFFFF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Create a flip book illustrating things you can do with a friend</w:t>
            </w:r>
          </w:p>
        </w:tc>
      </w:tr>
      <w:tr w:rsidR="00F47F2B" w:rsidRPr="00017B1E" w:rsidTr="00017B1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F47F2B" w:rsidRPr="00017B1E" w:rsidRDefault="00F47F2B" w:rsidP="00017B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F47F2B" w:rsidRPr="00017B1E" w:rsidTr="00017B1E">
        <w:trPr>
          <w:trHeight w:val="296"/>
        </w:trPr>
        <w:tc>
          <w:tcPr>
            <w:tcW w:w="11358" w:type="dxa"/>
            <w:gridSpan w:val="6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B1E">
              <w:rPr>
                <w:rFonts w:ascii="Times New Roman" w:hAnsi="Times New Roman"/>
                <w:sz w:val="24"/>
                <w:szCs w:val="24"/>
              </w:rPr>
              <w:t xml:space="preserve">See interview scripts to check for understanding. 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F2B" w:rsidRPr="00017B1E" w:rsidTr="00017B1E">
        <w:trPr>
          <w:trHeight w:val="296"/>
        </w:trPr>
        <w:tc>
          <w:tcPr>
            <w:tcW w:w="11358" w:type="dxa"/>
            <w:gridSpan w:val="6"/>
          </w:tcPr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B1E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017B1E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F2B" w:rsidRPr="00017B1E" w:rsidRDefault="00F47F2B" w:rsidP="00017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F2B" w:rsidRPr="0007242D" w:rsidRDefault="00F47F2B" w:rsidP="00C92D93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F47F2B" w:rsidRDefault="00F47F2B" w:rsidP="00C92D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7F2B" w:rsidRPr="00FE4609" w:rsidRDefault="00F47F2B" w:rsidP="00FE4609">
      <w:pPr>
        <w:rPr>
          <w:rFonts w:ascii="Times New Roman" w:hAnsi="Times New Roman"/>
          <w:sz w:val="24"/>
          <w:szCs w:val="24"/>
        </w:rPr>
      </w:pPr>
    </w:p>
    <w:sectPr w:rsidR="00F47F2B" w:rsidRPr="00FE4609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F2B" w:rsidRDefault="00F47F2B" w:rsidP="00D7779B">
      <w:pPr>
        <w:spacing w:after="0" w:line="240" w:lineRule="auto"/>
      </w:pPr>
      <w:r>
        <w:separator/>
      </w:r>
    </w:p>
  </w:endnote>
  <w:endnote w:type="continuationSeparator" w:id="0">
    <w:p w:rsidR="00F47F2B" w:rsidRDefault="00F47F2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2B" w:rsidRDefault="00F47F2B" w:rsidP="00017B1E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F2B" w:rsidRDefault="00F47F2B" w:rsidP="00D7779B">
      <w:pPr>
        <w:spacing w:after="0" w:line="240" w:lineRule="auto"/>
      </w:pPr>
      <w:r>
        <w:separator/>
      </w:r>
    </w:p>
  </w:footnote>
  <w:footnote w:type="continuationSeparator" w:id="0">
    <w:p w:rsidR="00F47F2B" w:rsidRDefault="00F47F2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47365"/>
    <w:multiLevelType w:val="hybridMultilevel"/>
    <w:tmpl w:val="6F1853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17B1E"/>
    <w:rsid w:val="00040934"/>
    <w:rsid w:val="00046DC5"/>
    <w:rsid w:val="00051598"/>
    <w:rsid w:val="0007242D"/>
    <w:rsid w:val="00120162"/>
    <w:rsid w:val="00144874"/>
    <w:rsid w:val="001A6757"/>
    <w:rsid w:val="001E08A3"/>
    <w:rsid w:val="00224A5F"/>
    <w:rsid w:val="0028190D"/>
    <w:rsid w:val="0029024C"/>
    <w:rsid w:val="0030430D"/>
    <w:rsid w:val="00321C88"/>
    <w:rsid w:val="003526C6"/>
    <w:rsid w:val="003D3C1C"/>
    <w:rsid w:val="003D7D31"/>
    <w:rsid w:val="003F39B8"/>
    <w:rsid w:val="00414C58"/>
    <w:rsid w:val="00486CDF"/>
    <w:rsid w:val="00497642"/>
    <w:rsid w:val="004B658C"/>
    <w:rsid w:val="004D23FB"/>
    <w:rsid w:val="004D62DC"/>
    <w:rsid w:val="0051657B"/>
    <w:rsid w:val="0053207C"/>
    <w:rsid w:val="00570FB8"/>
    <w:rsid w:val="005947C2"/>
    <w:rsid w:val="005C4CBE"/>
    <w:rsid w:val="005E639F"/>
    <w:rsid w:val="00643719"/>
    <w:rsid w:val="00681464"/>
    <w:rsid w:val="006A0ACD"/>
    <w:rsid w:val="006F33AA"/>
    <w:rsid w:val="006F5CBD"/>
    <w:rsid w:val="006F794C"/>
    <w:rsid w:val="00752A19"/>
    <w:rsid w:val="007639B8"/>
    <w:rsid w:val="0079564F"/>
    <w:rsid w:val="007F0770"/>
    <w:rsid w:val="007F72E7"/>
    <w:rsid w:val="008006B8"/>
    <w:rsid w:val="00811A26"/>
    <w:rsid w:val="00831BD3"/>
    <w:rsid w:val="008557E6"/>
    <w:rsid w:val="00860C25"/>
    <w:rsid w:val="008B7F3C"/>
    <w:rsid w:val="008C13D7"/>
    <w:rsid w:val="008D36EC"/>
    <w:rsid w:val="008E2360"/>
    <w:rsid w:val="00991460"/>
    <w:rsid w:val="009B085C"/>
    <w:rsid w:val="009C3C82"/>
    <w:rsid w:val="00A122BE"/>
    <w:rsid w:val="00A90A8F"/>
    <w:rsid w:val="00AC05FA"/>
    <w:rsid w:val="00AF54A1"/>
    <w:rsid w:val="00B225E6"/>
    <w:rsid w:val="00B4034E"/>
    <w:rsid w:val="00B568F6"/>
    <w:rsid w:val="00BB29CE"/>
    <w:rsid w:val="00BD505E"/>
    <w:rsid w:val="00C07B79"/>
    <w:rsid w:val="00C21695"/>
    <w:rsid w:val="00C5373F"/>
    <w:rsid w:val="00C74F35"/>
    <w:rsid w:val="00C92D93"/>
    <w:rsid w:val="00CD5617"/>
    <w:rsid w:val="00D13B0B"/>
    <w:rsid w:val="00D7779B"/>
    <w:rsid w:val="00D801CF"/>
    <w:rsid w:val="00DC697B"/>
    <w:rsid w:val="00DD6FE2"/>
    <w:rsid w:val="00E52E61"/>
    <w:rsid w:val="00E92C3E"/>
    <w:rsid w:val="00E967ED"/>
    <w:rsid w:val="00EF10CC"/>
    <w:rsid w:val="00EF73C0"/>
    <w:rsid w:val="00F1090B"/>
    <w:rsid w:val="00F47F2B"/>
    <w:rsid w:val="00F57381"/>
    <w:rsid w:val="00F6697F"/>
    <w:rsid w:val="00F876FC"/>
    <w:rsid w:val="00FA179B"/>
    <w:rsid w:val="00FB7D6F"/>
    <w:rsid w:val="00FC3BF2"/>
    <w:rsid w:val="00FD4A9C"/>
    <w:rsid w:val="00FD55DC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F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831BD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Mama\Documents\Alderman%20Elementary\4th%20Quarter%20Interim%20Reports\How%20to%20be%20a%20Good%20Friend.p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669</Words>
  <Characters>3818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 </cp:lastModifiedBy>
  <cp:revision>2</cp:revision>
  <cp:lastPrinted>2012-05-01T14:47:00Z</cp:lastPrinted>
  <dcterms:created xsi:type="dcterms:W3CDTF">2012-06-28T20:43:00Z</dcterms:created>
  <dcterms:modified xsi:type="dcterms:W3CDTF">2012-06-28T20:43:00Z</dcterms:modified>
</cp:coreProperties>
</file>